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9C2FB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Drölf</w:t>
      </w:r>
      <w:r w:rsidR="006204D1">
        <w:rPr>
          <w:rFonts w:ascii="Arial Narrow" w:hAnsi="Arial Narrow"/>
          <w:sz w:val="22"/>
          <w:lang w:val="de-DE"/>
        </w:rPr>
        <w:t>. Sitzung | SS</w:t>
      </w:r>
      <w:r w:rsidR="004E73C0">
        <w:rPr>
          <w:rFonts w:ascii="Arial Narrow" w:hAnsi="Arial Narrow"/>
          <w:sz w:val="22"/>
          <w:lang w:val="de-DE"/>
        </w:rPr>
        <w:t>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A441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9C2FB7">
        <w:rPr>
          <w:rFonts w:ascii="Arial Narrow" w:hAnsi="Arial Narrow"/>
          <w:sz w:val="22"/>
          <w:lang w:val="de-DE"/>
        </w:rPr>
        <w:t>12</w:t>
      </w:r>
      <w:r w:rsidR="007A4410">
        <w:rPr>
          <w:rFonts w:ascii="Arial Narrow" w:hAnsi="Arial Narrow"/>
          <w:sz w:val="22"/>
          <w:lang w:val="de-DE"/>
        </w:rPr>
        <w:t>.06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E578FE" w:rsidRDefault="002C5110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9C2FB7" w:rsidRDefault="009C2FB7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Aufgabenverteilung Semesterende (Fleig)</w:t>
      </w:r>
    </w:p>
    <w:p w:rsidR="009C2FB7" w:rsidRDefault="009C2FB7" w:rsidP="009C2FB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Timer</w:t>
      </w:r>
    </w:p>
    <w:p w:rsidR="009C2FB7" w:rsidRDefault="00BA3D8F" w:rsidP="009C2FB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Erstit</w:t>
      </w:r>
      <w:r w:rsidR="009C2FB7">
        <w:rPr>
          <w:rFonts w:ascii="Arial Narrow" w:hAnsi="Arial Narrow"/>
          <w:sz w:val="22"/>
          <w:lang w:val="de-DE"/>
        </w:rPr>
        <w:t>aschen</w:t>
      </w:r>
    </w:p>
    <w:p w:rsidR="009C2FB7" w:rsidRDefault="009C2FB7" w:rsidP="009C2FB7">
      <w:pPr>
        <w:pStyle w:val="WortmarkeFu"/>
        <w:numPr>
          <w:ilvl w:val="2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Flyer</w:t>
      </w:r>
    </w:p>
    <w:p w:rsidR="009C2FB7" w:rsidRDefault="009C2FB7" w:rsidP="009C2FB7">
      <w:pPr>
        <w:pStyle w:val="WortmarkeFu"/>
        <w:numPr>
          <w:ilvl w:val="2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Goodies</w:t>
      </w:r>
    </w:p>
    <w:p w:rsidR="009C2FB7" w:rsidRDefault="009C2FB7" w:rsidP="009C2FB7">
      <w:pPr>
        <w:pStyle w:val="WortmarkeFu"/>
        <w:numPr>
          <w:ilvl w:val="2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Taschen</w:t>
      </w:r>
    </w:p>
    <w:p w:rsidR="009C2FB7" w:rsidRDefault="009C2FB7" w:rsidP="009C2FB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Erstiparty</w:t>
      </w:r>
    </w:p>
    <w:p w:rsidR="009C2FB7" w:rsidRDefault="009C2FB7" w:rsidP="009C2FB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9C2FB7" w:rsidRDefault="009F66B6" w:rsidP="009C2FB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Protokollant VSt-Sitzung Mittwoch(Fleig)</w:t>
      </w:r>
    </w:p>
    <w:p w:rsidR="00017B73" w:rsidRPr="009C2FB7" w:rsidRDefault="00017B73" w:rsidP="009C2FB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Spieleaufbewahrung (Sigi)</w:t>
      </w:r>
      <w:bookmarkStart w:id="0" w:name="_GoBack"/>
      <w:bookmarkEnd w:id="0"/>
    </w:p>
    <w:p w:rsidR="00FD2BD0" w:rsidRPr="00FD2BD0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D2BD0" w:rsidRPr="00FD2BD0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E578FE">
      <w:rPr>
        <w:rFonts w:ascii="Arial Narrow" w:hAnsi="Arial Narrow"/>
        <w:sz w:val="20"/>
        <w:lang w:val="de-DE"/>
      </w:rPr>
      <w:t>Campus-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578FE">
      <w:rPr>
        <w:rFonts w:ascii="Arial Narrow" w:hAnsi="Arial Narrow"/>
        <w:sz w:val="20"/>
        <w:lang w:val="de-DE"/>
      </w:rPr>
      <w:t>SS18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17B73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7B73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E7327"/>
    <w:rsid w:val="00310FD9"/>
    <w:rsid w:val="00312F4D"/>
    <w:rsid w:val="003339C0"/>
    <w:rsid w:val="00334E64"/>
    <w:rsid w:val="0034237A"/>
    <w:rsid w:val="0035429C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8034C"/>
    <w:rsid w:val="00487AF4"/>
    <w:rsid w:val="004D1F62"/>
    <w:rsid w:val="004E73C0"/>
    <w:rsid w:val="00501683"/>
    <w:rsid w:val="00501BD9"/>
    <w:rsid w:val="005066BF"/>
    <w:rsid w:val="0052739A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75B28"/>
    <w:rsid w:val="00784186"/>
    <w:rsid w:val="007A4410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C250E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C2FB7"/>
    <w:rsid w:val="009C5299"/>
    <w:rsid w:val="009D3E73"/>
    <w:rsid w:val="009E6CE4"/>
    <w:rsid w:val="009F66B6"/>
    <w:rsid w:val="00A05515"/>
    <w:rsid w:val="00A17584"/>
    <w:rsid w:val="00A268ED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A3D8F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D7327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A5A53"/>
    <w:rsid w:val="00DD1790"/>
    <w:rsid w:val="00DE1988"/>
    <w:rsid w:val="00DE1F6C"/>
    <w:rsid w:val="00DE2509"/>
    <w:rsid w:val="00E06528"/>
    <w:rsid w:val="00E1673A"/>
    <w:rsid w:val="00E1764A"/>
    <w:rsid w:val="00E206F4"/>
    <w:rsid w:val="00E22FC0"/>
    <w:rsid w:val="00E23EB0"/>
    <w:rsid w:val="00E36789"/>
    <w:rsid w:val="00E52891"/>
    <w:rsid w:val="00E578FE"/>
    <w:rsid w:val="00E66A27"/>
    <w:rsid w:val="00E81129"/>
    <w:rsid w:val="00E81768"/>
    <w:rsid w:val="00E90352"/>
    <w:rsid w:val="00E97E93"/>
    <w:rsid w:val="00EA30A5"/>
    <w:rsid w:val="00EB31F2"/>
    <w:rsid w:val="00EF3CB1"/>
    <w:rsid w:val="00F15EEB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46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Tim Sasdrich</cp:lastModifiedBy>
  <cp:revision>5</cp:revision>
  <cp:lastPrinted>2018-06-05T10:59:00Z</cp:lastPrinted>
  <dcterms:created xsi:type="dcterms:W3CDTF">2018-06-11T16:10:00Z</dcterms:created>
  <dcterms:modified xsi:type="dcterms:W3CDTF">2018-06-12T08:08:00Z</dcterms:modified>
</cp:coreProperties>
</file>